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108" w:type="dxa"/>
        <w:tblLook w:val="00A0"/>
      </w:tblPr>
      <w:tblGrid>
        <w:gridCol w:w="5670"/>
        <w:gridCol w:w="4320"/>
      </w:tblGrid>
      <w:tr w:rsidR="00AD1B22" w:rsidRPr="005D53A4" w:rsidTr="00A92BB4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1B22" w:rsidRDefault="00AD1B22" w:rsidP="00A92BB4">
            <w:pPr>
              <w:spacing w:after="0" w:line="240" w:lineRule="auto"/>
              <w:ind w:right="-289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STATE WATER BOARD DIVISION OF WATER QUALITY</w:t>
            </w:r>
          </w:p>
          <w:p w:rsidR="00AD1B22" w:rsidRDefault="00AD1B22" w:rsidP="00A92BB4">
            <w:pPr>
              <w:spacing w:after="0" w:line="240" w:lineRule="auto"/>
              <w:ind w:lef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AD1B22" w:rsidRDefault="00AD1B22" w:rsidP="005148CD">
            <w:pPr>
              <w:spacing w:after="0" w:line="240" w:lineRule="auto"/>
              <w:ind w:lef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2012 Integrated Report </w:t>
            </w:r>
          </w:p>
          <w:p w:rsidR="00AD1B22" w:rsidRPr="00523F28" w:rsidRDefault="00AD1B22" w:rsidP="004C2BA3">
            <w:pPr>
              <w:spacing w:after="0" w:line="240" w:lineRule="auto"/>
              <w:ind w:right="-289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Water Quality Data Quality Assurance Verification Form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D1B22" w:rsidRDefault="00AD1B22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Submitted by: </w:t>
            </w:r>
          </w:p>
          <w:p w:rsidR="00AD1B22" w:rsidRDefault="00AD1B22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D1B22" w:rsidRPr="00523F28" w:rsidRDefault="00AD1B22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Region/ Water Body: Rg 5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NPDES</w:t>
                </w:r>
              </w:smartTag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San Joaquin</w:t>
                </w:r>
              </w:smartTag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River</w:t>
                </w:r>
              </w:smartTag>
            </w:smartTag>
          </w:p>
        </w:tc>
      </w:tr>
      <w:tr w:rsidR="00AD1B22" w:rsidRPr="005D53A4" w:rsidTr="00A92BB4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23F28" w:rsidRDefault="00AD1B22" w:rsidP="001C4A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3F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REPORTING ELEMENT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23F28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Review and Verification </w:t>
            </w:r>
          </w:p>
        </w:tc>
      </w:tr>
      <w:tr w:rsidR="00AD1B22" w:rsidRPr="005D53A4" w:rsidTr="00A92BB4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Agency/Entity/Organization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23F28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Project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Water Body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Monitoring Location 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Longitude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1C4A5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Monitoring Period and Event(s)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Monitoring Protocol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Sampling Date(s)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Sample Collection Time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/ Sample Hold Time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Collection Depth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5A405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Unit Collection Depth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</w:tcPr>
          <w:p w:rsidR="00AD1B22" w:rsidRPr="005F2F01" w:rsidRDefault="00AD1B22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Type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Number of Samples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Number of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Replicate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Sample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Preservation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Sample Filtration and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Preservation Date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Comments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</w:tcPr>
          <w:p w:rsidR="00AD1B22" w:rsidRPr="005F2F01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Laboratory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Sample ID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Method(s)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Digest/Extract Method for each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Digest/ Extract Date for each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B22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Batch for each Extraction and Digestion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Analysis Date(s)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Replicate(s)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Matrix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9467CB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Analyte (s) Name for Each method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Fraction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Unit of Reporting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Dilution Factor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9467C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Result for Each Method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Qualifier (s) used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Description of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data </w:t>
            </w: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Qualif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ier (if used)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Supporting Data (i.e., hardness)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MDL/ RL or QL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QAPP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 Lab QA Manual</w:t>
            </w: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Pr="005F2F01" w:rsidRDefault="00AD1B22" w:rsidP="009467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QAPP Verification Statement/signature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B22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D1B22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Comments</w:t>
            </w:r>
          </w:p>
          <w:p w:rsidR="00AD1B22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D1B22" w:rsidRPr="005F2F01" w:rsidRDefault="00AD1B22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NPDES data – missing many minor elements but data is useable. Some &lt; data with no MDL or RL</w:t>
            </w:r>
          </w:p>
        </w:tc>
      </w:tr>
    </w:tbl>
    <w:p w:rsidR="00AD1B22" w:rsidRPr="005F2F01" w:rsidRDefault="00AD1B22" w:rsidP="005148CD"/>
    <w:sectPr w:rsidR="00AD1B22" w:rsidRPr="005F2F01" w:rsidSect="00E140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B22" w:rsidRDefault="00AD1B22">
      <w:r>
        <w:separator/>
      </w:r>
    </w:p>
  </w:endnote>
  <w:endnote w:type="continuationSeparator" w:id="0">
    <w:p w:rsidR="00AD1B22" w:rsidRDefault="00AD1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22" w:rsidRDefault="00AD1B22">
    <w:pPr>
      <w:pStyle w:val="Footer"/>
    </w:pPr>
    <w:r>
      <w:t>S.Azimi-Gaylon</w:t>
    </w:r>
    <w:r>
      <w:tab/>
    </w:r>
    <w:r>
      <w:tab/>
      <w:t>July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B22" w:rsidRDefault="00AD1B22">
      <w:r>
        <w:separator/>
      </w:r>
    </w:p>
  </w:footnote>
  <w:footnote w:type="continuationSeparator" w:id="0">
    <w:p w:rsidR="00AD1B22" w:rsidRDefault="00AD1B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9FA"/>
    <w:rsid w:val="00094B6C"/>
    <w:rsid w:val="0018750E"/>
    <w:rsid w:val="001C4A56"/>
    <w:rsid w:val="00237859"/>
    <w:rsid w:val="0029310F"/>
    <w:rsid w:val="0031388B"/>
    <w:rsid w:val="004C2BA3"/>
    <w:rsid w:val="005148CD"/>
    <w:rsid w:val="00523F28"/>
    <w:rsid w:val="005A405E"/>
    <w:rsid w:val="005D53A4"/>
    <w:rsid w:val="005F2F01"/>
    <w:rsid w:val="007E5605"/>
    <w:rsid w:val="0080723C"/>
    <w:rsid w:val="009467CB"/>
    <w:rsid w:val="009C6248"/>
    <w:rsid w:val="00A92BB4"/>
    <w:rsid w:val="00AA3979"/>
    <w:rsid w:val="00AD1B22"/>
    <w:rsid w:val="00B527CC"/>
    <w:rsid w:val="00B875F7"/>
    <w:rsid w:val="00C643D6"/>
    <w:rsid w:val="00CD4A98"/>
    <w:rsid w:val="00D17A3A"/>
    <w:rsid w:val="00E1403B"/>
    <w:rsid w:val="00E679FA"/>
    <w:rsid w:val="00EC1D92"/>
    <w:rsid w:val="00F65205"/>
    <w:rsid w:val="00F839BD"/>
    <w:rsid w:val="00FB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03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1D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39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1D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39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62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205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Integrated Report QA Form</dc:title>
  <dc:subject/>
  <dc:creator>S. Azimi</dc:creator>
  <cp:keywords/>
  <dc:description/>
  <cp:lastModifiedBy>Staff</cp:lastModifiedBy>
  <cp:revision>2</cp:revision>
  <cp:lastPrinted>2010-08-31T16:56:00Z</cp:lastPrinted>
  <dcterms:created xsi:type="dcterms:W3CDTF">2010-09-22T19:31:00Z</dcterms:created>
  <dcterms:modified xsi:type="dcterms:W3CDTF">2010-09-22T19:31:00Z</dcterms:modified>
</cp:coreProperties>
</file>