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0" w:type="dxa"/>
        <w:tblInd w:w="108" w:type="dxa"/>
        <w:tblLook w:val="00A0"/>
      </w:tblPr>
      <w:tblGrid>
        <w:gridCol w:w="5670"/>
        <w:gridCol w:w="4320"/>
      </w:tblGrid>
      <w:tr w:rsidR="00AC47FB" w:rsidRPr="005D53A4" w:rsidTr="00A92BB4">
        <w:trPr>
          <w:trHeight w:val="25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47FB" w:rsidRDefault="00AC47FB" w:rsidP="00A92BB4">
            <w:pPr>
              <w:spacing w:after="0" w:line="240" w:lineRule="auto"/>
              <w:ind w:right="-289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STATE WATER BOARD DIVISION OF WATER QUALITY</w:t>
            </w:r>
          </w:p>
          <w:p w:rsidR="00AC47FB" w:rsidRDefault="00AC47FB" w:rsidP="00A92BB4">
            <w:pPr>
              <w:spacing w:after="0" w:line="240" w:lineRule="auto"/>
              <w:ind w:left="-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:rsidR="00AC47FB" w:rsidRDefault="00AC47FB" w:rsidP="005148CD">
            <w:pPr>
              <w:spacing w:after="0" w:line="240" w:lineRule="auto"/>
              <w:ind w:left="-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2012 Integrated Report </w:t>
            </w:r>
          </w:p>
          <w:p w:rsidR="00AC47FB" w:rsidRPr="00523F28" w:rsidRDefault="00AC47FB" w:rsidP="004C2BA3">
            <w:pPr>
              <w:spacing w:after="0" w:line="240" w:lineRule="auto"/>
              <w:ind w:right="-289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Water Quality Data Quality Assurance Verification Form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AC47FB" w:rsidRDefault="00AC47FB" w:rsidP="005148C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Submitted by: Padre Dam MWD</w:t>
            </w:r>
          </w:p>
          <w:p w:rsidR="00AC47FB" w:rsidRDefault="00AC47FB" w:rsidP="005148C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C47FB" w:rsidRPr="00523F28" w:rsidRDefault="00AC47FB" w:rsidP="005148C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Region/ Water Body: Rg 9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Middle</w:t>
                </w:r>
              </w:smartTag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San Diego</w:t>
                </w:r>
              </w:smartTag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River Basin</w:t>
                </w:r>
              </w:smartTag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NPDES</w:t>
            </w:r>
          </w:p>
        </w:tc>
      </w:tr>
      <w:tr w:rsidR="00AC47FB" w:rsidRPr="005D53A4" w:rsidTr="00A92BB4">
        <w:trPr>
          <w:trHeight w:val="255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23F28" w:rsidRDefault="00AC47FB" w:rsidP="001C4A5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23F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REPORTING ELEMENT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23F28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Review and Verification </w:t>
            </w:r>
          </w:p>
        </w:tc>
      </w:tr>
      <w:tr w:rsidR="00AC47FB" w:rsidRPr="005D53A4" w:rsidTr="00A92BB4">
        <w:trPr>
          <w:trHeight w:val="255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CD4A98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i/>
                <w:color w:val="000000"/>
                <w:sz w:val="20"/>
                <w:szCs w:val="20"/>
              </w:rPr>
              <w:t>Agency/Entity/Organization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23F28" w:rsidRDefault="00AC47FB" w:rsidP="00CD4A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D17A3A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Project Name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D17A3A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yes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Water Body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yes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D17A3A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i/>
                <w:color w:val="000000"/>
                <w:sz w:val="20"/>
                <w:szCs w:val="20"/>
              </w:rPr>
              <w:t>Monitoring Location (s)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D17A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No- includes station names but not where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Latitude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Longitude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1C4A56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i/>
                <w:color w:val="000000"/>
                <w:sz w:val="20"/>
                <w:szCs w:val="20"/>
              </w:rPr>
              <w:t>Monitoring Period and Event(s)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Monitoring Protocol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Sampling Date(s)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No- only the month and year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i/>
                <w:color w:val="000000"/>
                <w:sz w:val="20"/>
                <w:szCs w:val="20"/>
              </w:rPr>
              <w:t>Sample Collection Time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/ Sample Hold Time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D17A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Collection Depth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D17A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5A405E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D17A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Unit Collection Depth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</w:tcPr>
          <w:p w:rsidR="00AC47FB" w:rsidRPr="005F2F01" w:rsidRDefault="00AC47FB" w:rsidP="00D17A3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Sample Type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i/>
                <w:color w:val="000000"/>
                <w:sz w:val="20"/>
                <w:szCs w:val="20"/>
              </w:rPr>
              <w:t>Number of Samples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Number of </w:t>
            </w: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Sample Replicate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(s)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Sample ID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Sample </w:t>
            </w: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Preservation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Sample Filtration and </w:t>
            </w: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Preservation Date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CD4A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Sample Comments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</w:tcPr>
          <w:p w:rsidR="00AC47FB" w:rsidRPr="005F2F01" w:rsidRDefault="00AC47FB" w:rsidP="00CD4A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Laboratory Name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CD4A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Lab Sample ID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CD4A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Method(s) of Analysis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Digest/Extract Method for each Analysis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Digest/ Extract Date for each Analysis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47FB" w:rsidRPr="005F2F01" w:rsidTr="00A92BB4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Lab Batch for each Extraction and Digestion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Analysis Date(s)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Lab Replicate(s)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Matrix Name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Yes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9467CB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Analyte (s) Name for Each method of Analysis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Yes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Fraction Name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Yes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Unit of Reporting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Dilution Factor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9467C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Result for Each Method of Analysis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Yes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Qualifier (s) used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Description of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data </w:t>
            </w:r>
            <w:r w:rsidRPr="005F2F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Qualif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ier (if used)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Supporting Data (i.e., hardness)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MDL/ RL or QL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i/>
                <w:color w:val="000000"/>
                <w:sz w:val="20"/>
                <w:szCs w:val="20"/>
              </w:rPr>
              <w:t>QAPP Name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Pr="005F2F01" w:rsidRDefault="00AC47FB" w:rsidP="009467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F01">
              <w:rPr>
                <w:rFonts w:ascii="Arial" w:hAnsi="Arial" w:cs="Arial"/>
                <w:color w:val="000000"/>
                <w:sz w:val="20"/>
                <w:szCs w:val="20"/>
              </w:rPr>
              <w:t>QAPP Verification Statement/signature</w:t>
            </w: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  <w:tr w:rsidR="00AC47FB" w:rsidRPr="005F2F01" w:rsidTr="00A92BB4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noWrap/>
            <w:vAlign w:val="bottom"/>
          </w:tcPr>
          <w:p w:rsidR="00AC47FB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Staff Comments</w:t>
            </w:r>
          </w:p>
          <w:p w:rsidR="00AC47FB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</w:tcPr>
          <w:p w:rsidR="00AC47FB" w:rsidRPr="005F2F01" w:rsidRDefault="00AC47FB" w:rsidP="00523F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D- Most elements are emissing, no QAPP no unit of reporting, no RL, no specific sampling dates </w:t>
            </w:r>
          </w:p>
        </w:tc>
      </w:tr>
    </w:tbl>
    <w:p w:rsidR="00AC47FB" w:rsidRPr="005F2F01" w:rsidRDefault="00AC47FB" w:rsidP="005148CD"/>
    <w:sectPr w:rsidR="00AC47FB" w:rsidRPr="005F2F01" w:rsidSect="00E1403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7FB" w:rsidRDefault="00AC47FB">
      <w:r>
        <w:separator/>
      </w:r>
    </w:p>
  </w:endnote>
  <w:endnote w:type="continuationSeparator" w:id="0">
    <w:p w:rsidR="00AC47FB" w:rsidRDefault="00AC4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7FB" w:rsidRDefault="00AC47FB">
    <w:pPr>
      <w:pStyle w:val="Footer"/>
    </w:pPr>
    <w:r>
      <w:t>S.Azimi-Gaylon</w:t>
    </w:r>
    <w:r>
      <w:tab/>
    </w:r>
    <w:r>
      <w:tab/>
      <w:t>July 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7FB" w:rsidRDefault="00AC47FB">
      <w:r>
        <w:separator/>
      </w:r>
    </w:p>
  </w:footnote>
  <w:footnote w:type="continuationSeparator" w:id="0">
    <w:p w:rsidR="00AC47FB" w:rsidRDefault="00AC47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79FA"/>
    <w:rsid w:val="00094B6C"/>
    <w:rsid w:val="0018750E"/>
    <w:rsid w:val="001C4A56"/>
    <w:rsid w:val="00237859"/>
    <w:rsid w:val="0029310F"/>
    <w:rsid w:val="0031388B"/>
    <w:rsid w:val="004C2BA3"/>
    <w:rsid w:val="004E4D16"/>
    <w:rsid w:val="004F539E"/>
    <w:rsid w:val="005148CD"/>
    <w:rsid w:val="00523F28"/>
    <w:rsid w:val="005A405E"/>
    <w:rsid w:val="005D53A4"/>
    <w:rsid w:val="005F2F01"/>
    <w:rsid w:val="00757286"/>
    <w:rsid w:val="007E5605"/>
    <w:rsid w:val="0080723C"/>
    <w:rsid w:val="009467CB"/>
    <w:rsid w:val="00A92BB4"/>
    <w:rsid w:val="00AC47FB"/>
    <w:rsid w:val="00B527CC"/>
    <w:rsid w:val="00B875F7"/>
    <w:rsid w:val="00C643D6"/>
    <w:rsid w:val="00CD4A98"/>
    <w:rsid w:val="00D17A3A"/>
    <w:rsid w:val="00E1403B"/>
    <w:rsid w:val="00E679FA"/>
    <w:rsid w:val="00EC1D92"/>
    <w:rsid w:val="00F65205"/>
    <w:rsid w:val="00F9454F"/>
    <w:rsid w:val="00FB0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03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C1D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F539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C1D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F539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81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223</Words>
  <Characters>1276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 Integrated Report QA Form</dc:title>
  <dc:subject/>
  <dc:creator>S. Azimi</dc:creator>
  <cp:keywords/>
  <dc:description/>
  <cp:lastModifiedBy>Staff</cp:lastModifiedBy>
  <cp:revision>2</cp:revision>
  <cp:lastPrinted>2010-08-31T16:56:00Z</cp:lastPrinted>
  <dcterms:created xsi:type="dcterms:W3CDTF">2010-09-09T19:23:00Z</dcterms:created>
  <dcterms:modified xsi:type="dcterms:W3CDTF">2010-09-09T19:23:00Z</dcterms:modified>
</cp:coreProperties>
</file>